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bookmarkStart w:id="0" w:name="_GoBack"/>
      <w:bookmarkEnd w:id="0"/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4D04C98C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56F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56F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65900439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56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56F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1F56F6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9B9F98-0202-4599-9A69-69E0837E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748</Words>
  <Characters>4414</Characters>
  <Application>Microsoft Office Word</Application>
  <DocSecurity>4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Ptáček Karel, DiS.</cp:lastModifiedBy>
  <cp:revision>2</cp:revision>
  <cp:lastPrinted>2022-03-23T11:11:00Z</cp:lastPrinted>
  <dcterms:created xsi:type="dcterms:W3CDTF">2022-12-19T15:54:00Z</dcterms:created>
  <dcterms:modified xsi:type="dcterms:W3CDTF">2022-12-19T15:54:00Z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